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037" w:rsidRPr="00A53F67" w:rsidRDefault="00767037" w:rsidP="00767037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7"/>
        <w:gridCol w:w="1236"/>
        <w:gridCol w:w="1236"/>
        <w:gridCol w:w="1240"/>
      </w:tblGrid>
      <w:tr w:rsidR="00767037" w:rsidRPr="00A53F67" w:rsidTr="003A7BE3">
        <w:tc>
          <w:tcPr>
            <w:tcW w:w="5000" w:type="pct"/>
            <w:gridSpan w:val="4"/>
            <w:shd w:val="clear" w:color="auto" w:fill="9CC2E5"/>
          </w:tcPr>
          <w:p w:rsidR="00767037" w:rsidRPr="00A53F67" w:rsidRDefault="00767037" w:rsidP="003A7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  <w:t>АНКЕТА АВТОРА</w:t>
            </w:r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Авт.3</w:t>
            </w:r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6703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lang w:eastAsia="ru-RU"/>
              </w:rPr>
              <w:t xml:space="preserve">Фамилия, имя, отчество (полностью) </w:t>
            </w:r>
          </w:p>
          <w:p w:rsidR="00767037" w:rsidRPr="003F1287" w:rsidRDefault="00767037" w:rsidP="003A7BE3">
            <w:pPr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Маматалиев Авазбек Розуваевич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К.м.н Доцент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Место учебы или работы, должность или курс</w:t>
            </w:r>
            <w:r w:rsidRPr="00A53F67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A53F67">
              <w:rPr>
                <w:rFonts w:ascii="Calibri" w:eastAsia="Times New Roman" w:hAnsi="Calibri" w:cs="Calibri"/>
                <w:lang w:eastAsia="ru-RU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767037" w:rsidRPr="00A53F67" w:rsidRDefault="00767037" w:rsidP="003A7BE3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Андижанский государственный медицинский институт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67037" w:rsidRPr="00A53F67" w:rsidRDefault="00767037" w:rsidP="003A7BE3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67037" w:rsidRPr="00A53F67" w:rsidRDefault="00767037" w:rsidP="003A7BE3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+998981160807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val="en-US" w:eastAsia="ru-RU"/>
              </w:rPr>
            </w:pPr>
            <w:r w:rsidRPr="007F2540">
              <w:rPr>
                <w:rFonts w:ascii="Calibri" w:eastAsia="Times New Roman" w:hAnsi="Calibri" w:cs="Calibri"/>
                <w:sz w:val="16"/>
                <w:szCs w:val="16"/>
                <w:lang w:val="en-US" w:eastAsia="ru-RU"/>
              </w:rPr>
              <w:t>maruf.davlatovich@mail.ru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6703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АНАЛИЗЫ ДАННЫХ СУДЕБНО-МЕДИЦИНСКИХ ЭКСПЕРТИЗ ПОВЕЩЕНИЯ СРЕДИ НАСЕЛЕНИЯ АНДИЖАНСКОЙ ОБЛАСТИ</w:t>
            </w:r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767037" w:rsidRPr="007F2540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Медицина</w:t>
            </w:r>
          </w:p>
        </w:tc>
      </w:tr>
      <w:tr w:rsidR="00767037" w:rsidRPr="00A53F67" w:rsidTr="003A7B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767037" w:rsidRPr="00A53F67" w:rsidRDefault="00767037" w:rsidP="003A7B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>maruf.davlatovich@mail.ru</w:t>
            </w:r>
          </w:p>
        </w:tc>
      </w:tr>
    </w:tbl>
    <w:p w:rsidR="00767037" w:rsidRPr="00A53F67" w:rsidRDefault="00767037" w:rsidP="00767037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767037" w:rsidRPr="00A53F67" w:rsidRDefault="00767037" w:rsidP="0076703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767037" w:rsidRPr="00A53F67" w:rsidRDefault="00767037" w:rsidP="00767037">
      <w:pPr>
        <w:rPr>
          <w:rFonts w:ascii="Times New Roman" w:hAnsi="Times New Roman" w:cs="Times New Roman"/>
          <w:sz w:val="28"/>
          <w:szCs w:val="28"/>
        </w:rPr>
      </w:pPr>
    </w:p>
    <w:p w:rsidR="00455551" w:rsidRPr="00767037" w:rsidRDefault="00455551">
      <w:pPr>
        <w:rPr>
          <w:rFonts w:ascii="Times New Roman" w:hAnsi="Times New Roman" w:cs="Times New Roman"/>
          <w:sz w:val="28"/>
          <w:szCs w:val="28"/>
        </w:rPr>
      </w:pPr>
    </w:p>
    <w:sectPr w:rsidR="00455551" w:rsidRPr="00767037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37"/>
    <w:rsid w:val="00455551"/>
    <w:rsid w:val="0076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32B8"/>
  <w15:docId w15:val="{3F22404E-41C6-4A96-A138-5F9B83B8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037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</dc:creator>
  <cp:keywords/>
  <dc:description/>
  <cp:lastModifiedBy>OSIYO</cp:lastModifiedBy>
  <cp:revision>1</cp:revision>
  <dcterms:created xsi:type="dcterms:W3CDTF">2019-03-20T16:58:00Z</dcterms:created>
  <dcterms:modified xsi:type="dcterms:W3CDTF">2019-03-20T17:00:00Z</dcterms:modified>
</cp:coreProperties>
</file>