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510"/>
        <w:gridCol w:w="1160"/>
        <w:gridCol w:w="1160"/>
        <w:gridCol w:w="1164"/>
      </w:tblGrid>
      <w:tr w:rsidR="007571FE" w:rsidRPr="007571FE" w:rsidTr="00516E34">
        <w:tc>
          <w:tcPr>
            <w:tcW w:w="5000" w:type="pct"/>
            <w:gridSpan w:val="4"/>
            <w:shd w:val="clear" w:color="auto" w:fill="9CC2E5"/>
          </w:tcPr>
          <w:p w:rsidR="007571FE" w:rsidRPr="007571FE" w:rsidRDefault="007571FE" w:rsidP="007571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b/>
                <w:sz w:val="18"/>
                <w:szCs w:val="18"/>
                <w:lang w:eastAsia="ru-RU"/>
              </w:rPr>
              <w:t>АНКЕТА АВТОРА</w:t>
            </w: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Авт.3</w:t>
            </w: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lang w:eastAsia="ru-RU"/>
              </w:rPr>
              <w:t xml:space="preserve">Фамилия, имя, отчество (полностью)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Сайдуллаев Мухаммаджон Мулаходжаевич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Ходжиматов Равшанбек Сабиржанович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Ассистент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Место учебы или работы, должность или курс</w:t>
            </w:r>
            <w:r w:rsidRPr="007571FE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7571FE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7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Андижанский Государственный Медицинский Институт</w:t>
            </w:r>
          </w:p>
          <w:p w:rsidR="007571FE" w:rsidRPr="007571FE" w:rsidRDefault="007571FE" w:rsidP="007571F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7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Андижанский Государственный Медицинский Институт</w:t>
            </w:r>
          </w:p>
          <w:p w:rsidR="007571FE" w:rsidRPr="007571FE" w:rsidRDefault="007571FE" w:rsidP="007571F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71FE" w:rsidRPr="007571FE" w:rsidRDefault="007571FE" w:rsidP="007571FE">
            <w:pPr>
              <w:widowControl w:val="0"/>
              <w:tabs>
                <w:tab w:val="left" w:pos="426"/>
              </w:tabs>
              <w:spacing w:after="0" w:line="360" w:lineRule="auto"/>
              <w:ind w:right="23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+998981160807</w:t>
            </w: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 xml:space="preserve">E-mail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ru-RU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Тема статьи </w:t>
            </w:r>
          </w:p>
        </w:tc>
        <w:tc>
          <w:tcPr>
            <w:tcW w:w="1937" w:type="pct"/>
            <w:gridSpan w:val="3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ВЛИЯНИЕ ОДНОБРАЗНОГО БЕЛКОВОГО ПИТАНИЯ НА ОРГАНИЗМ ЧЕЛОВЕКА</w:t>
            </w: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Количество страниц статьи   </w:t>
            </w:r>
          </w:p>
        </w:tc>
        <w:tc>
          <w:tcPr>
            <w:tcW w:w="1937" w:type="pct"/>
            <w:gridSpan w:val="3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Актуальные  вопросы  медицины</w:t>
            </w:r>
          </w:p>
        </w:tc>
      </w:tr>
      <w:tr w:rsidR="007571FE" w:rsidRPr="007571FE" w:rsidTr="00516E3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7571FE" w:rsidRPr="007571FE" w:rsidRDefault="007571FE" w:rsidP="007571F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</w:pPr>
            <w:r w:rsidRPr="007571FE">
              <w:rPr>
                <w:rFonts w:ascii="Calibri" w:eastAsia="Times New Roman" w:hAnsi="Calibri" w:cs="Calibri"/>
                <w:sz w:val="18"/>
                <w:szCs w:val="18"/>
                <w:lang w:val="en-US" w:eastAsia="ru-RU"/>
              </w:rPr>
              <w:t>maruf.davlatovich@mail.ru</w:t>
            </w:r>
          </w:p>
        </w:tc>
      </w:tr>
    </w:tbl>
    <w:p w:rsidR="00FD0FC8" w:rsidRPr="007571FE" w:rsidRDefault="00FD0FC8">
      <w:pPr>
        <w:rPr>
          <w:rFonts w:ascii="Times New Roman" w:hAnsi="Times New Roman" w:cs="Times New Roman"/>
          <w:sz w:val="24"/>
          <w:szCs w:val="24"/>
        </w:rPr>
      </w:pPr>
    </w:p>
    <w:sectPr w:rsidR="00FD0FC8" w:rsidRPr="007571F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FE"/>
    <w:rsid w:val="007571FE"/>
    <w:rsid w:val="00FD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35444"/>
  <w15:docId w15:val="{1811CCFF-A4F5-4A80-B0EC-A1D96F1A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OSIYO</dc:creator>
  <cp:keywords/>
  <dc:description/>
  <cp:lastModifiedBy>OSIYO</cp:lastModifiedBy>
  <cp:revision>1</cp:revision>
  <dcterms:created xsi:type="dcterms:W3CDTF">2019-03-23T17:45:00Z</dcterms:created>
  <dcterms:modified xsi:type="dcterms:W3CDTF">2019-03-23T17:49:00Z</dcterms:modified>
</cp:coreProperties>
</file>